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357" w:rsidRPr="00C16025" w:rsidRDefault="00DA1357" w:rsidP="007705E9">
      <w:pPr>
        <w:rPr>
          <w:b/>
          <w:bCs/>
          <w:sz w:val="18"/>
          <w:szCs w:val="18"/>
        </w:rPr>
      </w:pPr>
      <w:bookmarkStart w:id="0" w:name="_GoBack"/>
      <w:bookmarkEnd w:id="0"/>
      <w:r w:rsidRPr="00C16025">
        <w:rPr>
          <w:b/>
          <w:bCs/>
          <w:sz w:val="18"/>
          <w:szCs w:val="18"/>
        </w:rPr>
        <w:t>PROTECTED GOWN</w:t>
      </w:r>
    </w:p>
    <w:p w:rsidR="00DA1357" w:rsidRPr="00C16025" w:rsidRDefault="00DA1357" w:rsidP="007705E9">
      <w:pPr>
        <w:rPr>
          <w:sz w:val="18"/>
          <w:szCs w:val="18"/>
        </w:rPr>
      </w:pPr>
      <w:r w:rsidRPr="00C16025">
        <w:rPr>
          <w:b/>
          <w:bCs/>
          <w:sz w:val="18"/>
          <w:szCs w:val="18"/>
        </w:rPr>
        <w:t xml:space="preserve">PRODUCT CODE: </w:t>
      </w:r>
      <w:r w:rsidRPr="00C16025">
        <w:rPr>
          <w:sz w:val="18"/>
          <w:szCs w:val="18"/>
        </w:rPr>
        <w:t>502031103</w:t>
      </w:r>
    </w:p>
    <w:p w:rsidR="00DA1357" w:rsidRPr="00C16025" w:rsidRDefault="00DA1357" w:rsidP="007705E9">
      <w:pPr>
        <w:rPr>
          <w:sz w:val="18"/>
          <w:szCs w:val="18"/>
        </w:rPr>
      </w:pPr>
      <w:r w:rsidRPr="00C16025">
        <w:rPr>
          <w:b/>
          <w:bCs/>
          <w:sz w:val="18"/>
          <w:szCs w:val="18"/>
        </w:rPr>
        <w:t>GMDN NO:</w:t>
      </w:r>
      <w:r w:rsidRPr="00C16025">
        <w:rPr>
          <w:sz w:val="18"/>
          <w:szCs w:val="18"/>
        </w:rPr>
        <w:t xml:space="preserve"> 35778</w:t>
      </w:r>
    </w:p>
    <w:p w:rsidR="00DA1357" w:rsidRDefault="00DA1357" w:rsidP="00C16025">
      <w:pPr>
        <w:rPr>
          <w:sz w:val="18"/>
          <w:szCs w:val="18"/>
        </w:rPr>
      </w:pPr>
      <w:r w:rsidRPr="00C16025">
        <w:rPr>
          <w:b/>
          <w:bCs/>
          <w:sz w:val="18"/>
          <w:szCs w:val="18"/>
        </w:rPr>
        <w:t>PRODUCT BARCODE NO:</w:t>
      </w:r>
      <w:r w:rsidRPr="00C16025">
        <w:rPr>
          <w:sz w:val="18"/>
          <w:szCs w:val="18"/>
        </w:rPr>
        <w:t xml:space="preserve"> 8681447210096</w:t>
      </w:r>
    </w:p>
    <w:p w:rsidR="00DA1357" w:rsidRPr="00C16025" w:rsidRDefault="00DA1357" w:rsidP="00C16025">
      <w:pPr>
        <w:rPr>
          <w:sz w:val="18"/>
          <w:szCs w:val="18"/>
        </w:rPr>
      </w:pPr>
    </w:p>
    <w:p w:rsidR="00DA1357" w:rsidRPr="00C16025" w:rsidRDefault="00DA1357" w:rsidP="007705E9">
      <w:pPr>
        <w:rPr>
          <w:sz w:val="18"/>
          <w:szCs w:val="18"/>
        </w:rPr>
      </w:pPr>
      <w:r w:rsidRPr="00C16025">
        <w:rPr>
          <w:sz w:val="18"/>
          <w:szCs w:val="18"/>
        </w:rPr>
        <w:t xml:space="preserve">- It is single use (disposable), </w:t>
      </w:r>
      <w:r w:rsidRPr="00C16025">
        <w:rPr>
          <w:b/>
          <w:bCs/>
          <w:sz w:val="18"/>
          <w:szCs w:val="18"/>
        </w:rPr>
        <w:t>sterilized</w:t>
      </w:r>
      <w:r w:rsidRPr="00C16025">
        <w:rPr>
          <w:sz w:val="18"/>
          <w:szCs w:val="18"/>
        </w:rPr>
        <w:t>.</w:t>
      </w:r>
    </w:p>
    <w:p w:rsidR="00DA1357" w:rsidRPr="00C16025" w:rsidRDefault="00DA1357" w:rsidP="007705E9">
      <w:pPr>
        <w:rPr>
          <w:sz w:val="18"/>
          <w:szCs w:val="18"/>
        </w:rPr>
      </w:pPr>
      <w:r w:rsidRPr="00C16025">
        <w:rPr>
          <w:sz w:val="18"/>
          <w:szCs w:val="18"/>
        </w:rPr>
        <w:t>- Composed of buckram reinforced, SMS fabric.</w:t>
      </w:r>
    </w:p>
    <w:p w:rsidR="00DA1357" w:rsidRPr="00C16025" w:rsidRDefault="00DA1357" w:rsidP="007705E9">
      <w:pPr>
        <w:rPr>
          <w:sz w:val="18"/>
          <w:szCs w:val="18"/>
        </w:rPr>
      </w:pPr>
      <w:r w:rsidRPr="00C16025">
        <w:rPr>
          <w:sz w:val="18"/>
          <w:szCs w:val="18"/>
        </w:rPr>
        <w:t>-It is divided into fully protected or chest protected.</w:t>
      </w:r>
    </w:p>
    <w:p w:rsidR="00DA1357" w:rsidRPr="00C16025" w:rsidRDefault="00DA1357" w:rsidP="007705E9">
      <w:pPr>
        <w:rPr>
          <w:sz w:val="18"/>
          <w:szCs w:val="18"/>
        </w:rPr>
      </w:pPr>
      <w:r w:rsidRPr="00C16025">
        <w:rPr>
          <w:sz w:val="18"/>
          <w:szCs w:val="18"/>
        </w:rPr>
        <w:t>- There are 4 belts.</w:t>
      </w:r>
    </w:p>
    <w:p w:rsidR="00DA1357" w:rsidRPr="00C16025" w:rsidRDefault="00DA1357" w:rsidP="007705E9">
      <w:pPr>
        <w:rPr>
          <w:sz w:val="18"/>
          <w:szCs w:val="18"/>
        </w:rPr>
      </w:pPr>
      <w:r w:rsidRPr="00C16025">
        <w:rPr>
          <w:sz w:val="18"/>
          <w:szCs w:val="18"/>
        </w:rPr>
        <w:t>- Arm wrist region has the feature of rib.</w:t>
      </w:r>
    </w:p>
    <w:p w:rsidR="00DA1357" w:rsidRPr="00C16025" w:rsidRDefault="00DA1357" w:rsidP="00C16025">
      <w:pPr>
        <w:rPr>
          <w:sz w:val="18"/>
          <w:szCs w:val="18"/>
        </w:rPr>
      </w:pPr>
      <w:r w:rsidRPr="00C16025">
        <w:rPr>
          <w:sz w:val="18"/>
          <w:szCs w:val="18"/>
        </w:rPr>
        <w:t>-The collar area is contoured and velcro.</w:t>
      </w:r>
    </w:p>
    <w:p w:rsidR="00DA1357" w:rsidRDefault="00DA1357" w:rsidP="007705E9">
      <w:r w:rsidRPr="006D045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Resim 1" o:spid="_x0000_i1025" type="#_x0000_t75" style="width:282.75pt;height:5in;visibility:visible">
            <v:imagedata r:id="rId4" o:title=""/>
          </v:shape>
        </w:pict>
      </w:r>
    </w:p>
    <w:sectPr w:rsidR="00DA1357" w:rsidSect="00216C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5E9"/>
    <w:rsid w:val="00137D7E"/>
    <w:rsid w:val="00216CDC"/>
    <w:rsid w:val="0027776F"/>
    <w:rsid w:val="003D7D1E"/>
    <w:rsid w:val="00513C92"/>
    <w:rsid w:val="005C62B8"/>
    <w:rsid w:val="006D0459"/>
    <w:rsid w:val="007705E9"/>
    <w:rsid w:val="00C16025"/>
    <w:rsid w:val="00DA1098"/>
    <w:rsid w:val="00DA1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CD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160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60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51</Words>
  <Characters>293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DIDOEV@NETVIGATOR.COM</cp:lastModifiedBy>
  <cp:revision>3</cp:revision>
  <dcterms:created xsi:type="dcterms:W3CDTF">2020-03-20T15:17:00Z</dcterms:created>
  <dcterms:modified xsi:type="dcterms:W3CDTF">2020-04-24T10:33:00Z</dcterms:modified>
</cp:coreProperties>
</file>